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EFA" w:rsidRPr="00122970" w:rsidRDefault="00C95EFA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C95EFA" w:rsidRDefault="00C95EFA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C95EFA" w:rsidRPr="00371B2B" w:rsidRDefault="00C95EFA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C95EFA" w:rsidRPr="00371B2B" w:rsidRDefault="00C95EFA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C95EFA" w:rsidRDefault="00C95EFA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C95EFA" w:rsidRPr="00371B2B" w:rsidRDefault="00C95EFA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C95EFA" w:rsidRPr="00371B2B" w:rsidRDefault="00C95EFA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C95EFA" w:rsidRDefault="00C95EFA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C95EFA" w:rsidRDefault="00C95EF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Pr="00F44F42">
        <w:rPr>
          <w:rFonts w:eastAsia="Calibri" w:cs="Times New Roman"/>
          <w:b/>
          <w:noProof/>
          <w:szCs w:val="24"/>
          <w:lang w:eastAsia="en-US"/>
        </w:rPr>
        <w:t>Dom Pomocy Społecznej w Mielcu</w:t>
      </w:r>
    </w:p>
    <w:p w:rsidR="00C95EFA" w:rsidRPr="00144DB4" w:rsidRDefault="00C95EFA" w:rsidP="00144DB4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F44F42">
        <w:rPr>
          <w:rFonts w:eastAsia="Calibri" w:cs="Times New Roman"/>
          <w:i/>
          <w:noProof/>
          <w:szCs w:val="24"/>
          <w:lang w:eastAsia="en-US"/>
        </w:rPr>
        <w:t>Powiat Mielecki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ul. Wyspiańskiego 6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39-300 Mielec</w:t>
      </w:r>
      <w:r>
        <w:rPr>
          <w:rFonts w:eastAsia="Calibri" w:cs="Times New Roman"/>
          <w:i/>
          <w:szCs w:val="24"/>
          <w:lang w:eastAsia="en-US"/>
        </w:rPr>
        <w:t>)</w:t>
      </w:r>
    </w:p>
    <w:p w:rsidR="00C95EFA" w:rsidRPr="00371B2B" w:rsidRDefault="00C95EF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C95EFA" w:rsidRDefault="00C95EFA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C95EFA" w:rsidRPr="00122970" w:rsidRDefault="00C95EFA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C95EFA" w:rsidRPr="00371B2B" w:rsidRDefault="00C95EFA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C95EFA" w:rsidRDefault="00C95EF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C95EFA" w:rsidRPr="00122970" w:rsidRDefault="00C95EF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C95EFA" w:rsidRPr="00F36C31" w:rsidRDefault="00C95EF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C95EFA" w:rsidRDefault="00C95EF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C95EFA" w:rsidRPr="00122970" w:rsidRDefault="00C95EFA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C95EFA" w:rsidRDefault="00C95EF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ul. Kardynała Wyszyńskiego 16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39-300 Mielec</w:t>
      </w:r>
    </w:p>
    <w:p w:rsidR="00C95EFA" w:rsidRPr="00F36C31" w:rsidRDefault="00C95EF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C95EFA" w:rsidRPr="00F36C31" w:rsidRDefault="00C95EF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C95EFA" w:rsidRPr="00122970" w:rsidRDefault="00C95EF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C95EFA" w:rsidRDefault="00C95EF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dpsmielec.ag@interia.pl</w:t>
      </w:r>
    </w:p>
    <w:p w:rsidR="00C95EFA" w:rsidRPr="00F36C31" w:rsidRDefault="00C95EF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C95EFA" w:rsidRPr="007D3844" w:rsidRDefault="00C95EF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C95EFA" w:rsidRPr="00122970" w:rsidRDefault="00C95EF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C95EFA" w:rsidRDefault="00C95EF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(17) 788-84-52</w:t>
      </w:r>
    </w:p>
    <w:p w:rsidR="00C95EFA" w:rsidRPr="00F36C31" w:rsidRDefault="00C95EF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C95EFA" w:rsidRDefault="00C95EF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C95EFA" w:rsidRPr="00122970" w:rsidRDefault="00C95EF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C95EFA" w:rsidRPr="00371B2B" w:rsidRDefault="00C95EFA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8171980506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C95EFA" w:rsidRDefault="00C95EFA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C95EFA" w:rsidRDefault="00C95EFA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C95EFA" w:rsidRPr="00371B2B" w:rsidTr="006A1006">
        <w:tc>
          <w:tcPr>
            <w:tcW w:w="421" w:type="dxa"/>
          </w:tcPr>
          <w:p w:rsidR="00C95EFA" w:rsidRPr="006930BA" w:rsidRDefault="00C95EFA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C95EFA" w:rsidRPr="00371B2B" w:rsidRDefault="00C95EFA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C95EFA" w:rsidRDefault="00C95EFA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C95EFA" w:rsidRPr="00371B2B" w:rsidTr="006A1006">
        <w:tc>
          <w:tcPr>
            <w:tcW w:w="421" w:type="dxa"/>
          </w:tcPr>
          <w:p w:rsidR="00C95EFA" w:rsidRPr="00371B2B" w:rsidRDefault="00C95EFA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C95EFA" w:rsidRPr="00371B2B" w:rsidRDefault="00C95EFA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C95EFA" w:rsidRPr="00371B2B" w:rsidRDefault="00C95EFA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95EFA" w:rsidRPr="00371B2B" w:rsidTr="006A1006">
        <w:tc>
          <w:tcPr>
            <w:tcW w:w="421" w:type="dxa"/>
          </w:tcPr>
          <w:p w:rsidR="00C95EFA" w:rsidRPr="00371B2B" w:rsidRDefault="00C95EFA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C95EFA" w:rsidRDefault="00C95EF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C95EFA" w:rsidRPr="00371B2B" w:rsidRDefault="00C95EF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95EFA" w:rsidRPr="00371B2B" w:rsidTr="006A1006">
        <w:tc>
          <w:tcPr>
            <w:tcW w:w="421" w:type="dxa"/>
          </w:tcPr>
          <w:p w:rsidR="00C95EFA" w:rsidRPr="00371B2B" w:rsidRDefault="00C95EFA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C95EFA" w:rsidRDefault="00C95EF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C95EFA" w:rsidRDefault="00C95EF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95EFA" w:rsidRPr="00371B2B" w:rsidTr="006A1006">
        <w:tc>
          <w:tcPr>
            <w:tcW w:w="421" w:type="dxa"/>
          </w:tcPr>
          <w:p w:rsidR="00C95EFA" w:rsidRPr="00371B2B" w:rsidRDefault="00C95EFA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95EFA" w:rsidRDefault="00C95EF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C95EFA" w:rsidRDefault="00C95EFA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95EFA" w:rsidRPr="00371B2B" w:rsidTr="006A1006">
        <w:tc>
          <w:tcPr>
            <w:tcW w:w="421" w:type="dxa"/>
          </w:tcPr>
          <w:p w:rsidR="00C95EFA" w:rsidRPr="00371B2B" w:rsidRDefault="00C95EFA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95EFA" w:rsidRDefault="00C95EFA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C95EFA" w:rsidRPr="00371B2B" w:rsidRDefault="00C95EFA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95EFA" w:rsidRPr="00371B2B" w:rsidTr="006A1006">
        <w:tc>
          <w:tcPr>
            <w:tcW w:w="421" w:type="dxa"/>
          </w:tcPr>
          <w:p w:rsidR="00C95EFA" w:rsidRPr="00371B2B" w:rsidRDefault="00C95EFA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95EFA" w:rsidRDefault="00C95EFA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C95EFA" w:rsidRPr="00371B2B" w:rsidRDefault="00C95EF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95EFA" w:rsidRPr="00371B2B" w:rsidTr="006A1006">
        <w:tc>
          <w:tcPr>
            <w:tcW w:w="421" w:type="dxa"/>
          </w:tcPr>
          <w:p w:rsidR="00C95EFA" w:rsidRPr="00371B2B" w:rsidRDefault="00C95EFA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95EFA" w:rsidRDefault="00C95EF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C95EFA" w:rsidRDefault="00C95EFA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C95EFA" w:rsidRDefault="00C95EFA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C95EFA" w:rsidRPr="00371B2B" w:rsidRDefault="00C95EF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95EFA" w:rsidRPr="00371B2B" w:rsidTr="006A1006">
        <w:tc>
          <w:tcPr>
            <w:tcW w:w="421" w:type="dxa"/>
          </w:tcPr>
          <w:p w:rsidR="00C95EFA" w:rsidRPr="00371B2B" w:rsidRDefault="00C95EFA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95EFA" w:rsidRDefault="00C95EF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C95EFA" w:rsidRPr="00371B2B" w:rsidRDefault="00C95EFA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95EFA" w:rsidRPr="00371B2B" w:rsidTr="006A1006">
        <w:tc>
          <w:tcPr>
            <w:tcW w:w="421" w:type="dxa"/>
          </w:tcPr>
          <w:p w:rsidR="00C95EFA" w:rsidRPr="00371B2B" w:rsidRDefault="00C95EFA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95EFA" w:rsidRPr="009C5635" w:rsidRDefault="00C95EFA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C95EFA" w:rsidRPr="009C5635" w:rsidRDefault="00C95EFA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95EFA" w:rsidRPr="009C5635" w:rsidTr="006A1006">
        <w:tc>
          <w:tcPr>
            <w:tcW w:w="421" w:type="dxa"/>
          </w:tcPr>
          <w:p w:rsidR="00C95EFA" w:rsidRPr="009C5635" w:rsidRDefault="00C95EFA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95EFA" w:rsidRPr="009C5635" w:rsidRDefault="00C95EFA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C95EFA" w:rsidRPr="009C5635" w:rsidRDefault="00C95EFA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95EFA" w:rsidRPr="009C5635" w:rsidTr="006A1006">
        <w:tc>
          <w:tcPr>
            <w:tcW w:w="421" w:type="dxa"/>
          </w:tcPr>
          <w:p w:rsidR="00C95EFA" w:rsidRPr="009C5635" w:rsidRDefault="00C95EFA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95EFA" w:rsidRPr="009C5635" w:rsidRDefault="00C95EF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C95EFA" w:rsidRPr="009C5635" w:rsidRDefault="00C95EF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95EFA" w:rsidRPr="009C5635" w:rsidTr="006A1006">
        <w:tc>
          <w:tcPr>
            <w:tcW w:w="421" w:type="dxa"/>
          </w:tcPr>
          <w:p w:rsidR="00C95EFA" w:rsidRPr="009C5635" w:rsidRDefault="00C95EFA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95EFA" w:rsidRPr="009C5635" w:rsidRDefault="00C95EF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C95EFA" w:rsidRPr="009C5635" w:rsidRDefault="00C95EF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95EFA" w:rsidRPr="009C5635" w:rsidTr="006A1006">
        <w:tc>
          <w:tcPr>
            <w:tcW w:w="421" w:type="dxa"/>
          </w:tcPr>
          <w:p w:rsidR="00C95EFA" w:rsidRPr="009C5635" w:rsidRDefault="00C95EFA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95EFA" w:rsidRDefault="00C95EFA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C95EFA" w:rsidRDefault="00C95EF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95EFA" w:rsidRPr="00371B2B" w:rsidTr="006A1006">
        <w:tc>
          <w:tcPr>
            <w:tcW w:w="421" w:type="dxa"/>
          </w:tcPr>
          <w:p w:rsidR="00C95EFA" w:rsidRPr="00371B2B" w:rsidRDefault="00C95EFA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95EFA" w:rsidRDefault="00C95EF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C95EFA" w:rsidRPr="00371B2B" w:rsidRDefault="00C95EF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95EFA" w:rsidRPr="00371B2B" w:rsidTr="006A1006">
        <w:tc>
          <w:tcPr>
            <w:tcW w:w="421" w:type="dxa"/>
          </w:tcPr>
          <w:p w:rsidR="00C95EFA" w:rsidRPr="00371B2B" w:rsidRDefault="00C95EFA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95EFA" w:rsidRDefault="00C95EFA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C95EFA" w:rsidRDefault="00C95EFA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C95EFA" w:rsidRPr="00371B2B" w:rsidRDefault="00C95EF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95EFA" w:rsidRPr="00371B2B" w:rsidTr="006A1006">
        <w:tc>
          <w:tcPr>
            <w:tcW w:w="421" w:type="dxa"/>
          </w:tcPr>
          <w:p w:rsidR="00C95EFA" w:rsidRPr="00371B2B" w:rsidRDefault="00C95EFA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95EFA" w:rsidRPr="00371B2B" w:rsidRDefault="00C95EF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C95EFA" w:rsidRPr="00371B2B" w:rsidRDefault="00C95EF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95EFA" w:rsidRPr="00371B2B" w:rsidTr="006A1006">
        <w:tc>
          <w:tcPr>
            <w:tcW w:w="421" w:type="dxa"/>
          </w:tcPr>
          <w:p w:rsidR="00C95EFA" w:rsidRPr="00371B2B" w:rsidRDefault="00C95EFA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C95EFA" w:rsidRDefault="00C95EF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95EFA" w:rsidRDefault="00C95EFA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95EFA" w:rsidRPr="00371B2B" w:rsidTr="006A1006">
        <w:tc>
          <w:tcPr>
            <w:tcW w:w="421" w:type="dxa"/>
          </w:tcPr>
          <w:p w:rsidR="00C95EFA" w:rsidRPr="00371B2B" w:rsidRDefault="00C95EFA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95EFA" w:rsidRDefault="00C95EF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95EFA" w:rsidRDefault="00C95EFA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95EFA" w:rsidRPr="00371B2B" w:rsidTr="006A1006">
        <w:tc>
          <w:tcPr>
            <w:tcW w:w="421" w:type="dxa"/>
          </w:tcPr>
          <w:p w:rsidR="00C95EFA" w:rsidRPr="00371B2B" w:rsidRDefault="00C95EFA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95EFA" w:rsidRDefault="00C95EFA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95EFA" w:rsidRDefault="00C95EFA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95EFA" w:rsidRPr="00371B2B" w:rsidTr="006A1006">
        <w:tc>
          <w:tcPr>
            <w:tcW w:w="421" w:type="dxa"/>
          </w:tcPr>
          <w:p w:rsidR="00C95EFA" w:rsidRPr="00371B2B" w:rsidRDefault="00C95EFA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95EFA" w:rsidRDefault="00C95EF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95EFA" w:rsidRDefault="00C95EF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95EFA" w:rsidRPr="00371B2B" w:rsidTr="006A1006">
        <w:tc>
          <w:tcPr>
            <w:tcW w:w="421" w:type="dxa"/>
          </w:tcPr>
          <w:p w:rsidR="00C95EFA" w:rsidRPr="00371B2B" w:rsidRDefault="00C95EFA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95EFA" w:rsidRDefault="00C95EF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C95EFA" w:rsidRDefault="00C95EF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95EFA" w:rsidRPr="00371B2B" w:rsidTr="006A1006">
        <w:tc>
          <w:tcPr>
            <w:tcW w:w="421" w:type="dxa"/>
          </w:tcPr>
          <w:p w:rsidR="00C95EFA" w:rsidRPr="00371B2B" w:rsidRDefault="00C95EFA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95EFA" w:rsidRDefault="00C95EF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95EFA" w:rsidRDefault="00C95EF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95EFA" w:rsidRPr="00371B2B" w:rsidTr="006A1006">
        <w:tc>
          <w:tcPr>
            <w:tcW w:w="421" w:type="dxa"/>
          </w:tcPr>
          <w:p w:rsidR="00C95EFA" w:rsidRPr="00371B2B" w:rsidRDefault="00C95EFA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95EFA" w:rsidRDefault="00C95EFA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95EFA" w:rsidRDefault="00C95EFA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95EFA" w:rsidRPr="00371B2B" w:rsidTr="006A1006">
        <w:tc>
          <w:tcPr>
            <w:tcW w:w="421" w:type="dxa"/>
          </w:tcPr>
          <w:p w:rsidR="00C95EFA" w:rsidRPr="00371B2B" w:rsidRDefault="00C95EFA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95EFA" w:rsidRDefault="00C95EF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C95EFA" w:rsidRPr="008611E1" w:rsidRDefault="00C95EF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95EFA" w:rsidRPr="00371B2B" w:rsidTr="006A1006">
        <w:tc>
          <w:tcPr>
            <w:tcW w:w="421" w:type="dxa"/>
          </w:tcPr>
          <w:p w:rsidR="00C95EFA" w:rsidRPr="00371B2B" w:rsidRDefault="00C95EFA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95EFA" w:rsidRDefault="00C95EFA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C95EFA" w:rsidRPr="008611E1" w:rsidRDefault="00C95EFA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95EFA" w:rsidRPr="00371B2B" w:rsidTr="006A1006">
        <w:tc>
          <w:tcPr>
            <w:tcW w:w="421" w:type="dxa"/>
          </w:tcPr>
          <w:p w:rsidR="00C95EFA" w:rsidRPr="00371B2B" w:rsidRDefault="00C95EFA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95EFA" w:rsidRPr="00763E28" w:rsidRDefault="00C95EFA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C95EFA" w:rsidRPr="00371B2B" w:rsidRDefault="00C95EFA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C95EFA" w:rsidRPr="009C5635" w:rsidRDefault="00C95EFA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C95EFA" w:rsidRPr="00AD7837" w:rsidTr="00617577">
        <w:trPr>
          <w:trHeight w:val="413"/>
        </w:trPr>
        <w:tc>
          <w:tcPr>
            <w:tcW w:w="534" w:type="dxa"/>
          </w:tcPr>
          <w:p w:rsidR="00C95EFA" w:rsidRPr="00AD7837" w:rsidRDefault="00C95EFA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C95EFA" w:rsidRPr="00AD7837" w:rsidRDefault="00C95EFA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C95EFA" w:rsidRPr="00AD7837" w:rsidRDefault="00C95EFA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C95EFA" w:rsidRPr="00AD7837" w:rsidRDefault="00C95EFA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C95EFA" w:rsidRPr="00AD7837" w:rsidRDefault="00C95EFA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C95EFA" w:rsidRPr="00AD7837" w:rsidRDefault="00C95EFA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C95EFA" w:rsidRPr="00AD7837" w:rsidRDefault="00C95EFA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C95EFA" w:rsidRPr="00AD7837" w:rsidTr="00617577">
        <w:trPr>
          <w:trHeight w:val="559"/>
        </w:trPr>
        <w:tc>
          <w:tcPr>
            <w:tcW w:w="534" w:type="dxa"/>
            <w:vMerge w:val="restart"/>
          </w:tcPr>
          <w:p w:rsidR="00C95EFA" w:rsidRPr="00AD7837" w:rsidRDefault="00C95EFA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C95EFA" w:rsidRPr="00AD7837" w:rsidRDefault="00C95EFA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C95EFA" w:rsidRPr="00AD7837" w:rsidRDefault="00C95EFA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C95EFA" w:rsidRPr="00AD7837" w:rsidRDefault="00C95EFA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C95EFA" w:rsidRPr="00AD7837" w:rsidRDefault="00C95EFA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C95EFA" w:rsidRPr="00A33AEA" w:rsidRDefault="00C95EFA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C95EFA" w:rsidRPr="00AD7837" w:rsidRDefault="00C95EFA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C95EFA" w:rsidRPr="00AD7837" w:rsidTr="00617577">
        <w:trPr>
          <w:trHeight w:val="318"/>
        </w:trPr>
        <w:tc>
          <w:tcPr>
            <w:tcW w:w="534" w:type="dxa"/>
            <w:vMerge/>
          </w:tcPr>
          <w:p w:rsidR="00C95EFA" w:rsidRPr="00AD7837" w:rsidRDefault="00C95EFA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C95EFA" w:rsidRPr="00AD7837" w:rsidRDefault="00C95EFA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C95EFA" w:rsidRPr="00AD7837" w:rsidRDefault="00C95EFA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C95EFA" w:rsidRPr="00AD7837" w:rsidRDefault="00C95EFA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C95EFA" w:rsidRPr="00AD7837" w:rsidRDefault="00C95EFA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C95EFA" w:rsidRPr="00AD7837" w:rsidRDefault="00C95EFA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C95EFA" w:rsidRPr="00AD7837" w:rsidRDefault="00C95EFA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C95EFA" w:rsidRPr="00AD7837" w:rsidRDefault="00C95EFA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C95EFA" w:rsidRPr="00AD7837" w:rsidTr="00617577">
        <w:trPr>
          <w:trHeight w:val="962"/>
        </w:trPr>
        <w:tc>
          <w:tcPr>
            <w:tcW w:w="534" w:type="dxa"/>
            <w:vMerge/>
          </w:tcPr>
          <w:p w:rsidR="00C95EFA" w:rsidRPr="00AD7837" w:rsidRDefault="00C95EFA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C95EFA" w:rsidRPr="00AD7837" w:rsidRDefault="00C95EFA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C95EFA" w:rsidRPr="00AD7837" w:rsidRDefault="00C95EFA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C95EFA" w:rsidRPr="00AD7837" w:rsidRDefault="00C95EFA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C95EFA" w:rsidRPr="00AD7837" w:rsidRDefault="00C95EFA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C95EFA" w:rsidRPr="00AD7837" w:rsidRDefault="00C95EFA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C95EFA" w:rsidRPr="00AD7837" w:rsidRDefault="00C95EFA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C95EFA" w:rsidRPr="00AD7837" w:rsidRDefault="00C95EFA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C95EFA" w:rsidRPr="00AD7837" w:rsidTr="00617577">
        <w:trPr>
          <w:trHeight w:val="408"/>
        </w:trPr>
        <w:tc>
          <w:tcPr>
            <w:tcW w:w="534" w:type="dxa"/>
            <w:vAlign w:val="center"/>
          </w:tcPr>
          <w:p w:rsidR="00C95EFA" w:rsidRPr="00412B9E" w:rsidRDefault="00C95EFA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C95EFA" w:rsidRPr="00412B9E" w:rsidRDefault="00C95EFA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8018590365500085084181</w:t>
            </w:r>
          </w:p>
        </w:tc>
        <w:tc>
          <w:tcPr>
            <w:tcW w:w="1701" w:type="dxa"/>
            <w:vAlign w:val="center"/>
          </w:tcPr>
          <w:p w:rsidR="00C95EFA" w:rsidRDefault="00C95EFA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Mielec</w:t>
            </w:r>
          </w:p>
          <w:p w:rsidR="00C95EFA" w:rsidRDefault="00C95EFA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ul. Kard. Stefana W</w:t>
            </w: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yszyńskiego 16</w:t>
            </w:r>
          </w:p>
          <w:p w:rsidR="00C95EFA" w:rsidRPr="00412B9E" w:rsidRDefault="00C95EFA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39-300 Miele</w:t>
            </w:r>
            <w:r w:rsidR="00FE64DC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c</w:t>
            </w:r>
          </w:p>
        </w:tc>
        <w:tc>
          <w:tcPr>
            <w:tcW w:w="1075" w:type="dxa"/>
            <w:vAlign w:val="center"/>
          </w:tcPr>
          <w:p w:rsidR="00C95EFA" w:rsidRPr="00412B9E" w:rsidRDefault="00C95EFA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C95EFA" w:rsidRPr="00412B9E" w:rsidRDefault="00C95EFA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C95EFA" w:rsidRPr="00412B9E" w:rsidRDefault="00C95EFA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C95EFA" w:rsidRPr="00412B9E" w:rsidRDefault="00C95EFA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C95EFA" w:rsidRPr="00412B9E" w:rsidRDefault="00072D1C" w:rsidP="00072D1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  <w:bookmarkStart w:id="0" w:name="_GoBack"/>
            <w:bookmarkEnd w:id="0"/>
          </w:p>
        </w:tc>
      </w:tr>
    </w:tbl>
    <w:p w:rsidR="00C95EFA" w:rsidRPr="008611E1" w:rsidRDefault="00C95EFA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C95EFA" w:rsidRPr="008611E1" w:rsidRDefault="00C95EFA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C95EFA" w:rsidRDefault="00C95EFA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C95EFA" w:rsidRDefault="00C95EFA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C95EFA" w:rsidRPr="004760F6" w:rsidTr="002C13B3">
        <w:trPr>
          <w:trHeight w:val="309"/>
        </w:trPr>
        <w:tc>
          <w:tcPr>
            <w:tcW w:w="2694" w:type="dxa"/>
          </w:tcPr>
          <w:p w:rsidR="00C95EFA" w:rsidRPr="004760F6" w:rsidRDefault="00C95EFA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C95EFA" w:rsidRPr="004760F6" w:rsidRDefault="00C95EFA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C95EFA" w:rsidRPr="004760F6" w:rsidRDefault="00C95EFA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C95EFA" w:rsidRPr="004760F6" w:rsidTr="002C13B3">
        <w:trPr>
          <w:trHeight w:val="689"/>
        </w:trPr>
        <w:tc>
          <w:tcPr>
            <w:tcW w:w="2694" w:type="dxa"/>
          </w:tcPr>
          <w:p w:rsidR="00C95EFA" w:rsidRPr="004760F6" w:rsidRDefault="00C95EFA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C95EFA" w:rsidRPr="004760F6" w:rsidRDefault="00C95EFA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C95EFA" w:rsidRPr="004760F6" w:rsidRDefault="00C95EFA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C95EFA" w:rsidRPr="00B63457" w:rsidRDefault="00C95EFA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C95EFA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B49" w:rsidRDefault="00D26B49">
      <w:r>
        <w:separator/>
      </w:r>
    </w:p>
  </w:endnote>
  <w:endnote w:type="continuationSeparator" w:id="0">
    <w:p w:rsidR="00D26B49" w:rsidRDefault="00D26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B49" w:rsidRDefault="00D26B49">
      <w:r>
        <w:separator/>
      </w:r>
    </w:p>
  </w:footnote>
  <w:footnote w:type="continuationSeparator" w:id="0">
    <w:p w:rsidR="00D26B49" w:rsidRDefault="00D26B49">
      <w:r>
        <w:continuationSeparator/>
      </w:r>
    </w:p>
  </w:footnote>
  <w:footnote w:id="1">
    <w:p w:rsidR="00C95EFA" w:rsidRPr="00EF7F64" w:rsidRDefault="00C95EFA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C95EFA" w:rsidRPr="00EF7F64" w:rsidRDefault="00C95EFA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C95EFA" w:rsidRPr="00EF7F64" w:rsidRDefault="00C95EFA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C95EFA" w:rsidRDefault="00C95EFA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C95EFA" w:rsidRPr="00822183" w:rsidRDefault="00C95EFA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C95EFA" w:rsidRDefault="00C95EFA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C95EFA" w:rsidRPr="00D23820" w:rsidRDefault="00C95EFA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C95EFA" w:rsidRPr="008611E1" w:rsidRDefault="00C95EFA">
      <w:pPr>
        <w:pStyle w:val="Tekstprzypisudolnego"/>
        <w:rPr>
          <w:sz w:val="2"/>
          <w:szCs w:val="2"/>
        </w:rPr>
      </w:pPr>
    </w:p>
  </w:footnote>
  <w:footnote w:id="9">
    <w:p w:rsidR="00C95EFA" w:rsidRPr="008611E1" w:rsidRDefault="00C95EFA" w:rsidP="00CD0317">
      <w:pPr>
        <w:pStyle w:val="Tekstprzypisudolnego"/>
        <w:rPr>
          <w:sz w:val="2"/>
          <w:szCs w:val="2"/>
        </w:rPr>
      </w:pPr>
    </w:p>
  </w:footnote>
  <w:footnote w:id="10">
    <w:p w:rsidR="00C95EFA" w:rsidRPr="008611E1" w:rsidRDefault="00C95EFA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4EB" w:rsidRPr="00122970" w:rsidRDefault="000754EB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072D1C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2D1C"/>
    <w:rsid w:val="000736CD"/>
    <w:rsid w:val="0007533B"/>
    <w:rsid w:val="0007545D"/>
    <w:rsid w:val="000754EB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1FDA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1F8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27436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9C5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38F2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2823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2E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95EFA"/>
    <w:rsid w:val="00CA2D5A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26B49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5CA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4DC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49411A9-4B04-4D97-8453-E76087ECD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3</TotalTime>
  <Pages>5</Pages>
  <Words>1155</Words>
  <Characters>6931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3</cp:revision>
  <cp:lastPrinted>2022-01-14T11:37:00Z</cp:lastPrinted>
  <dcterms:created xsi:type="dcterms:W3CDTF">2022-07-03T10:55:00Z</dcterms:created>
  <dcterms:modified xsi:type="dcterms:W3CDTF">2022-08-09T12:19:00Z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